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"/>
        <w:tblW w:w="1124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4"/>
        <w:gridCol w:w="856"/>
        <w:gridCol w:w="7193"/>
      </w:tblGrid>
      <w:tr w:rsidR="0045657E" w14:paraId="1FF7585B" w14:textId="77777777" w:rsidTr="009C263D">
        <w:trPr>
          <w:trHeight w:val="1920"/>
        </w:trPr>
        <w:tc>
          <w:tcPr>
            <w:tcW w:w="3194" w:type="dxa"/>
            <w:vAlign w:val="bottom"/>
          </w:tcPr>
          <w:p w14:paraId="698EF0DB" w14:textId="77777777" w:rsidR="0045657E" w:rsidRDefault="0045657E" w:rsidP="0045657E">
            <w:pPr>
              <w:tabs>
                <w:tab w:val="left" w:pos="990"/>
              </w:tabs>
              <w:jc w:val="center"/>
            </w:pPr>
          </w:p>
        </w:tc>
        <w:tc>
          <w:tcPr>
            <w:tcW w:w="856" w:type="dxa"/>
          </w:tcPr>
          <w:p w14:paraId="2BBB0044" w14:textId="77777777" w:rsidR="0045657E" w:rsidRDefault="0045657E" w:rsidP="0045657E">
            <w:pPr>
              <w:tabs>
                <w:tab w:val="left" w:pos="990"/>
              </w:tabs>
            </w:pPr>
          </w:p>
        </w:tc>
        <w:tc>
          <w:tcPr>
            <w:tcW w:w="7193" w:type="dxa"/>
            <w:vAlign w:val="bottom"/>
          </w:tcPr>
          <w:p w14:paraId="4005EA19" w14:textId="77777777" w:rsidR="0045657E" w:rsidRDefault="0045657E" w:rsidP="0045657E">
            <w:pPr>
              <w:pStyle w:val="Title"/>
            </w:pPr>
          </w:p>
          <w:p w14:paraId="3DF2A02B" w14:textId="77777777" w:rsidR="0045657E" w:rsidRPr="00F00041" w:rsidRDefault="00A06728" w:rsidP="00A06728">
            <w:pPr>
              <w:pStyle w:val="Title"/>
              <w:jc w:val="center"/>
              <w:rPr>
                <w:sz w:val="72"/>
                <w:szCs w:val="72"/>
              </w:rPr>
            </w:pPr>
            <w:r w:rsidRPr="00F00041">
              <w:rPr>
                <w:sz w:val="72"/>
                <w:szCs w:val="72"/>
              </w:rPr>
              <w:t>Brandon Miles</w:t>
            </w:r>
          </w:p>
        </w:tc>
      </w:tr>
      <w:tr w:rsidR="0045657E" w14:paraId="1C3C7018" w14:textId="77777777" w:rsidTr="009C263D">
        <w:trPr>
          <w:trHeight w:val="8408"/>
        </w:trPr>
        <w:tc>
          <w:tcPr>
            <w:tcW w:w="3194" w:type="dxa"/>
          </w:tcPr>
          <w:p w14:paraId="6F056084" w14:textId="77777777" w:rsidR="0045657E" w:rsidRDefault="0045657E" w:rsidP="0045657E">
            <w:pPr>
              <w:pStyle w:val="Heading3"/>
            </w:pPr>
          </w:p>
          <w:sdt>
            <w:sdtPr>
              <w:id w:val="-1711873194"/>
              <w:placeholder>
                <w:docPart w:val="C4554CC3FAA74F9BA63B6FAFE6E50056"/>
              </w:placeholder>
              <w:temporary/>
              <w:showingPlcHdr/>
              <w15:appearance w15:val="hidden"/>
            </w:sdtPr>
            <w:sdtContent>
              <w:p w14:paraId="3C549067" w14:textId="77777777" w:rsidR="0045657E" w:rsidRDefault="0045657E" w:rsidP="0045657E">
                <w:pPr>
                  <w:pStyle w:val="Heading3"/>
                </w:pPr>
                <w:r w:rsidRPr="00D5459D">
                  <w:t>Profile</w:t>
                </w:r>
              </w:p>
            </w:sdtContent>
          </w:sdt>
          <w:p w14:paraId="1334A15A" w14:textId="71089A9A" w:rsidR="00637416" w:rsidRDefault="00637416" w:rsidP="00637416">
            <w:r>
              <w:t xml:space="preserve">Dedicated IT consultant with 3 computer/IT related certifications and </w:t>
            </w:r>
            <w:r w:rsidR="00D50CBC">
              <w:t>7</w:t>
            </w:r>
            <w:r>
              <w:t xml:space="preserve"> years of experience. </w:t>
            </w:r>
            <w:r w:rsidR="00D50CBC">
              <w:t xml:space="preserve">Special Skills include photography, </w:t>
            </w:r>
            <w:proofErr w:type="gramStart"/>
            <w:r w:rsidR="00D50CBC">
              <w:t>videography</w:t>
            </w:r>
            <w:proofErr w:type="gramEnd"/>
            <w:r w:rsidR="00D50CBC">
              <w:t xml:space="preserve"> and Drone operation. </w:t>
            </w:r>
            <w:r w:rsidR="00067FF1">
              <w:t>Flexible to work a variety of shifts</w:t>
            </w:r>
            <w:r w:rsidR="00E46090">
              <w:t xml:space="preserve"> and overtime</w:t>
            </w:r>
            <w:r w:rsidR="00067FF1">
              <w:t>.  Highly organized</w:t>
            </w:r>
            <w:r w:rsidR="00E46090">
              <w:t>, detailed oriented and quick to learn and adapt to new technologies.  Demonstrated ability to work in a team and communicate effectively.</w:t>
            </w:r>
          </w:p>
          <w:sdt>
            <w:sdtPr>
              <w:id w:val="-1954003311"/>
              <w:placeholder>
                <w:docPart w:val="204C2D3B005442CA8B6A290C7EB9355F"/>
              </w:placeholder>
              <w:temporary/>
              <w:showingPlcHdr/>
              <w15:appearance w15:val="hidden"/>
            </w:sdtPr>
            <w:sdtContent>
              <w:p w14:paraId="651EBCAE" w14:textId="77777777" w:rsidR="0045657E" w:rsidRPr="00CB0055" w:rsidRDefault="0045657E" w:rsidP="0045657E">
                <w:pPr>
                  <w:pStyle w:val="Heading3"/>
                </w:pPr>
                <w:r w:rsidRPr="00CB0055">
                  <w:t>Contact</w:t>
                </w:r>
              </w:p>
            </w:sdtContent>
          </w:sdt>
          <w:sdt>
            <w:sdtPr>
              <w:id w:val="1111563247"/>
              <w:placeholder>
                <w:docPart w:val="8570C36012854E03A1011768ED694C75"/>
              </w:placeholder>
              <w:temporary/>
              <w:showingPlcHdr/>
              <w15:appearance w15:val="hidden"/>
            </w:sdtPr>
            <w:sdtContent>
              <w:p w14:paraId="673947E2" w14:textId="77777777" w:rsidR="0045657E" w:rsidRDefault="0045657E" w:rsidP="0045657E">
                <w:r w:rsidRPr="004D3011">
                  <w:t>PHONE:</w:t>
                </w:r>
              </w:p>
            </w:sdtContent>
          </w:sdt>
          <w:p w14:paraId="1B879FCA" w14:textId="77777777" w:rsidR="0045657E" w:rsidRDefault="009C263D" w:rsidP="0045657E">
            <w:r>
              <w:t>856-298-3218</w:t>
            </w:r>
          </w:p>
          <w:p w14:paraId="3D09D76F" w14:textId="77777777" w:rsidR="0045657E" w:rsidRDefault="0045657E" w:rsidP="0045657E"/>
          <w:p w14:paraId="3D9A8901" w14:textId="77777777" w:rsidR="009C263D" w:rsidRDefault="00000000" w:rsidP="0045657E">
            <w:sdt>
              <w:sdtPr>
                <w:id w:val="-240260293"/>
                <w:placeholder>
                  <w:docPart w:val="5FE9DD0AEE3E4B258F7B96189C4E525E"/>
                </w:placeholder>
                <w:temporary/>
                <w:showingPlcHdr/>
                <w15:appearance w15:val="hidden"/>
              </w:sdtPr>
              <w:sdtContent>
                <w:r w:rsidR="0045657E" w:rsidRPr="004D3011">
                  <w:t>EMAIL:</w:t>
                </w:r>
              </w:sdtContent>
            </w:sdt>
          </w:p>
          <w:p w14:paraId="6C86B05F" w14:textId="77777777" w:rsidR="0045657E" w:rsidRPr="009C263D" w:rsidRDefault="009C263D" w:rsidP="0045657E">
            <w:pPr>
              <w:rPr>
                <w:rStyle w:val="Hyperlink"/>
                <w:color w:val="auto"/>
                <w:u w:val="none"/>
              </w:rPr>
            </w:pPr>
            <w:r>
              <w:t>Brandonmiles4377@gmail.com</w:t>
            </w:r>
          </w:p>
          <w:p w14:paraId="66F9E84E" w14:textId="77777777" w:rsidR="00D50CBC" w:rsidRDefault="00D50CBC" w:rsidP="0045657E">
            <w:pPr>
              <w:pStyle w:val="Heading3"/>
            </w:pPr>
            <w:r>
              <w:t>Certification</w:t>
            </w:r>
          </w:p>
          <w:p w14:paraId="4BA29EEC" w14:textId="2DA20C87" w:rsidR="00D50CBC" w:rsidRDefault="00F22593" w:rsidP="00D50CBC">
            <w:proofErr w:type="spellStart"/>
            <w:r>
              <w:t>Comptia</w:t>
            </w:r>
            <w:proofErr w:type="spellEnd"/>
            <w:r>
              <w:t xml:space="preserve"> STRATA Certification</w:t>
            </w:r>
          </w:p>
          <w:p w14:paraId="48203858" w14:textId="4C2D7AE3" w:rsidR="00F22593" w:rsidRDefault="00F22593" w:rsidP="00D50CBC">
            <w:proofErr w:type="spellStart"/>
            <w:r>
              <w:t>TestOut</w:t>
            </w:r>
            <w:proofErr w:type="spellEnd"/>
            <w:r>
              <w:t xml:space="preserve"> PC Pro Certification</w:t>
            </w:r>
          </w:p>
          <w:p w14:paraId="0EB5E373" w14:textId="44A33245" w:rsidR="00D50CBC" w:rsidRDefault="00F22593" w:rsidP="00F22593">
            <w:r>
              <w:t>MTA OS Fundamentals</w:t>
            </w:r>
          </w:p>
          <w:p w14:paraId="06291185" w14:textId="1C51F1CC" w:rsidR="0045657E" w:rsidRPr="00CB0055" w:rsidRDefault="00000000" w:rsidP="0045657E">
            <w:pPr>
              <w:pStyle w:val="Heading3"/>
            </w:pPr>
            <w:sdt>
              <w:sdtPr>
                <w:id w:val="-1444214663"/>
                <w:placeholder>
                  <w:docPart w:val="BB7C95BF7E2743DBA8C915EFB06A6E66"/>
                </w:placeholder>
                <w:temporary/>
                <w:showingPlcHdr/>
                <w15:appearance w15:val="hidden"/>
              </w:sdtPr>
              <w:sdtContent>
                <w:r w:rsidR="0045657E" w:rsidRPr="00CB0055">
                  <w:t>Hobbies</w:t>
                </w:r>
              </w:sdtContent>
            </w:sdt>
          </w:p>
          <w:p w14:paraId="27FA30BB" w14:textId="77777777" w:rsidR="00D50CBC" w:rsidRDefault="00D50CBC" w:rsidP="0045657E">
            <w:r>
              <w:t>Photography</w:t>
            </w:r>
          </w:p>
          <w:p w14:paraId="7D2CCECD" w14:textId="77777777" w:rsidR="00D50CBC" w:rsidRDefault="00D50CBC" w:rsidP="0045657E">
            <w:r>
              <w:t>Travel</w:t>
            </w:r>
          </w:p>
          <w:p w14:paraId="7091C918" w14:textId="4C15D8D9" w:rsidR="0045657E" w:rsidRDefault="00637416" w:rsidP="0045657E">
            <w:r>
              <w:t>Video Games</w:t>
            </w:r>
          </w:p>
          <w:p w14:paraId="23DC9D40" w14:textId="77777777" w:rsidR="00637416" w:rsidRDefault="00637416" w:rsidP="0045657E">
            <w:r>
              <w:t>Robotics Club</w:t>
            </w:r>
          </w:p>
          <w:p w14:paraId="618959B8" w14:textId="77777777" w:rsidR="00637416" w:rsidRDefault="00637416" w:rsidP="0045657E">
            <w:r>
              <w:t>Dog Sitting</w:t>
            </w:r>
          </w:p>
          <w:p w14:paraId="6D43CDE5" w14:textId="77777777" w:rsidR="002023F4" w:rsidRDefault="00637416" w:rsidP="0045657E">
            <w:r>
              <w:t>Programming</w:t>
            </w:r>
          </w:p>
          <w:p w14:paraId="5D3EB32A" w14:textId="77777777" w:rsidR="0045657E" w:rsidRDefault="00637416" w:rsidP="0045657E">
            <w:r>
              <w:t xml:space="preserve">Skate Boarding </w:t>
            </w:r>
          </w:p>
          <w:p w14:paraId="496C3E87" w14:textId="77777777" w:rsidR="00637416" w:rsidRDefault="00637416" w:rsidP="0045657E">
            <w:r>
              <w:t>Swimming</w:t>
            </w:r>
          </w:p>
          <w:p w14:paraId="58A7ACF0" w14:textId="77777777" w:rsidR="00BA25EA" w:rsidRDefault="0045657E" w:rsidP="0045657E">
            <w:r>
              <w:t>Volunteering</w:t>
            </w:r>
          </w:p>
          <w:p w14:paraId="33A2629B" w14:textId="77777777" w:rsidR="00637416" w:rsidRPr="004D3011" w:rsidRDefault="00637416" w:rsidP="0045657E"/>
        </w:tc>
        <w:tc>
          <w:tcPr>
            <w:tcW w:w="856" w:type="dxa"/>
          </w:tcPr>
          <w:p w14:paraId="77ADB1F7" w14:textId="77777777" w:rsidR="0045657E" w:rsidRDefault="0045657E" w:rsidP="0045657E">
            <w:pPr>
              <w:tabs>
                <w:tab w:val="left" w:pos="990"/>
              </w:tabs>
            </w:pPr>
          </w:p>
        </w:tc>
        <w:tc>
          <w:tcPr>
            <w:tcW w:w="7193" w:type="dxa"/>
          </w:tcPr>
          <w:sdt>
            <w:sdtPr>
              <w:id w:val="1049110328"/>
              <w:placeholder>
                <w:docPart w:val="4E5CFEB5AFB6424E8A49502F58405E9A"/>
              </w:placeholder>
              <w:temporary/>
              <w:showingPlcHdr/>
              <w15:appearance w15:val="hidden"/>
            </w:sdtPr>
            <w:sdtContent>
              <w:p w14:paraId="5D9152E1" w14:textId="77777777" w:rsidR="0045657E" w:rsidRDefault="0045657E" w:rsidP="0045657E">
                <w:pPr>
                  <w:pStyle w:val="Heading2"/>
                </w:pPr>
                <w:r w:rsidRPr="00036450">
                  <w:t>EDUCATION</w:t>
                </w:r>
              </w:p>
            </w:sdtContent>
          </w:sdt>
          <w:p w14:paraId="2B256F36" w14:textId="77777777" w:rsidR="002023F4" w:rsidRDefault="009C263D" w:rsidP="0045657E">
            <w:pPr>
              <w:pStyle w:val="Heading4"/>
            </w:pPr>
            <w:r>
              <w:t>Kean University</w:t>
            </w:r>
          </w:p>
          <w:p w14:paraId="56282C8E" w14:textId="776C208C" w:rsidR="002023F4" w:rsidRDefault="00646AD6" w:rsidP="002023F4">
            <w:r>
              <w:t>Graduated May 2023</w:t>
            </w:r>
          </w:p>
          <w:p w14:paraId="5E42176E" w14:textId="70FFC87B" w:rsidR="002023F4" w:rsidRDefault="00646AD6" w:rsidP="002023F4">
            <w:r>
              <w:t>BS I</w:t>
            </w:r>
            <w:r w:rsidR="00310BC4">
              <w:t xml:space="preserve">nformation Technology </w:t>
            </w:r>
          </w:p>
          <w:p w14:paraId="2889BA9E" w14:textId="77777777" w:rsidR="00310BC4" w:rsidRPr="002023F4" w:rsidRDefault="00310BC4" w:rsidP="002023F4"/>
          <w:p w14:paraId="46C90934" w14:textId="77777777" w:rsidR="0045657E" w:rsidRPr="00036450" w:rsidRDefault="009C263D" w:rsidP="0045657E">
            <w:pPr>
              <w:pStyle w:val="Heading4"/>
            </w:pPr>
            <w:r>
              <w:t xml:space="preserve">Burlington County Institute of Technology </w:t>
            </w:r>
          </w:p>
          <w:p w14:paraId="2972E682" w14:textId="77777777" w:rsidR="0045657E" w:rsidRDefault="00310BC4" w:rsidP="0045657E">
            <w:pPr>
              <w:pStyle w:val="Date"/>
            </w:pPr>
            <w:r>
              <w:t>September 2013</w:t>
            </w:r>
            <w:r w:rsidR="0045657E" w:rsidRPr="00B359E4">
              <w:t xml:space="preserve"> </w:t>
            </w:r>
            <w:r>
              <w:t>– Graduation June 2017</w:t>
            </w:r>
          </w:p>
          <w:p w14:paraId="3801E22B" w14:textId="77777777" w:rsidR="00310BC4" w:rsidRPr="00310BC4" w:rsidRDefault="00310BC4" w:rsidP="00310BC4">
            <w:r>
              <w:t xml:space="preserve">Computer Science Technology </w:t>
            </w:r>
          </w:p>
          <w:sdt>
            <w:sdtPr>
              <w:id w:val="1001553383"/>
              <w:placeholder>
                <w:docPart w:val="83121CF4B5AE4A5499C6DD80824C25D8"/>
              </w:placeholder>
              <w:temporary/>
              <w:showingPlcHdr/>
              <w15:appearance w15:val="hidden"/>
            </w:sdtPr>
            <w:sdtContent>
              <w:p w14:paraId="3B4E5666" w14:textId="77777777" w:rsidR="0045657E" w:rsidRDefault="0045657E" w:rsidP="0045657E">
                <w:pPr>
                  <w:pStyle w:val="Heading2"/>
                </w:pPr>
                <w:r w:rsidRPr="00036450">
                  <w:t>WORK EXPERIENCE</w:t>
                </w:r>
              </w:p>
            </w:sdtContent>
          </w:sdt>
          <w:p w14:paraId="47556B89" w14:textId="77777777" w:rsidR="0045657E" w:rsidRDefault="00310BC4" w:rsidP="0045657E">
            <w:pPr>
              <w:pStyle w:val="Heading4"/>
              <w:rPr>
                <w:bCs/>
              </w:rPr>
            </w:pPr>
            <w:r>
              <w:t>CFG Health Systems, LLC</w:t>
            </w:r>
            <w:r w:rsidR="00637416">
              <w:t xml:space="preserve"> (Marlton NJ)</w:t>
            </w:r>
          </w:p>
          <w:p w14:paraId="330B3080" w14:textId="77777777" w:rsidR="0045657E" w:rsidRPr="00036450" w:rsidRDefault="00310BC4" w:rsidP="0045657E">
            <w:pPr>
              <w:pStyle w:val="Date"/>
            </w:pPr>
            <w:r>
              <w:t>Spring 2016, Winter 2017-2022, Summer 2017-Current</w:t>
            </w:r>
          </w:p>
          <w:p w14:paraId="4F506E26" w14:textId="77777777" w:rsidR="005F7AD1" w:rsidRDefault="005F7AD1" w:rsidP="0045657E">
            <w:pPr>
              <w:pStyle w:val="ListParagraph"/>
              <w:numPr>
                <w:ilvl w:val="0"/>
                <w:numId w:val="1"/>
              </w:numPr>
            </w:pPr>
            <w:r>
              <w:t>Manage Help Desk tickets in a timely manner</w:t>
            </w:r>
          </w:p>
          <w:p w14:paraId="5B9E84DD" w14:textId="77777777" w:rsidR="005F7AD1" w:rsidRDefault="005F7AD1" w:rsidP="0045657E">
            <w:pPr>
              <w:pStyle w:val="ListParagraph"/>
              <w:numPr>
                <w:ilvl w:val="0"/>
                <w:numId w:val="1"/>
              </w:numPr>
            </w:pPr>
            <w:r>
              <w:t>Respond to customers issues via phone, email and computer chat</w:t>
            </w:r>
          </w:p>
          <w:p w14:paraId="6B5C030D" w14:textId="77777777" w:rsidR="00107C4F" w:rsidRDefault="00107C4F" w:rsidP="0045657E">
            <w:pPr>
              <w:pStyle w:val="ListParagraph"/>
              <w:numPr>
                <w:ilvl w:val="0"/>
                <w:numId w:val="1"/>
              </w:numPr>
            </w:pPr>
            <w:r>
              <w:t>Diagnose and resolve computer i</w:t>
            </w:r>
            <w:r w:rsidR="00E46090">
              <w:t>ssues</w:t>
            </w:r>
          </w:p>
          <w:p w14:paraId="43EDF1B9" w14:textId="77777777" w:rsidR="00310BC4" w:rsidRDefault="00310BC4" w:rsidP="0045657E">
            <w:pPr>
              <w:pStyle w:val="ListParagraph"/>
              <w:numPr>
                <w:ilvl w:val="0"/>
                <w:numId w:val="1"/>
              </w:numPr>
            </w:pPr>
            <w:r>
              <w:t>Build and upgrade computers</w:t>
            </w:r>
          </w:p>
          <w:p w14:paraId="1A5F248B" w14:textId="77777777" w:rsidR="00310BC4" w:rsidRDefault="00310BC4" w:rsidP="0045657E">
            <w:pPr>
              <w:pStyle w:val="ListParagraph"/>
              <w:numPr>
                <w:ilvl w:val="0"/>
                <w:numId w:val="1"/>
              </w:numPr>
            </w:pPr>
            <w:r>
              <w:t>Install</w:t>
            </w:r>
            <w:r w:rsidR="00107C4F">
              <w:t>, make changes, repair computer hardware and software</w:t>
            </w:r>
          </w:p>
          <w:p w14:paraId="4F09B645" w14:textId="77777777" w:rsidR="0045657E" w:rsidRDefault="00107C4F" w:rsidP="0045657E">
            <w:pPr>
              <w:pStyle w:val="ListParagraph"/>
              <w:numPr>
                <w:ilvl w:val="0"/>
                <w:numId w:val="1"/>
              </w:numPr>
            </w:pPr>
            <w:r>
              <w:t xml:space="preserve">Follow-up with </w:t>
            </w:r>
            <w:r w:rsidR="0045657E">
              <w:t>Customer</w:t>
            </w:r>
            <w:r>
              <w:t xml:space="preserve"> to ensure issues are resolved</w:t>
            </w:r>
          </w:p>
          <w:p w14:paraId="42A263BC" w14:textId="77777777" w:rsidR="00107C4F" w:rsidRDefault="00107C4F" w:rsidP="0045657E">
            <w:pPr>
              <w:pStyle w:val="ListParagraph"/>
              <w:numPr>
                <w:ilvl w:val="0"/>
                <w:numId w:val="1"/>
              </w:numPr>
            </w:pPr>
            <w:r>
              <w:t>Proficient with Mac and IOS computers</w:t>
            </w:r>
          </w:p>
          <w:p w14:paraId="6AD90800" w14:textId="77777777" w:rsidR="0045657E" w:rsidRDefault="0045657E" w:rsidP="0045657E">
            <w:pPr>
              <w:pStyle w:val="ListParagraph"/>
              <w:numPr>
                <w:ilvl w:val="0"/>
                <w:numId w:val="1"/>
              </w:numPr>
            </w:pPr>
            <w:r>
              <w:t>Inventory Management</w:t>
            </w:r>
          </w:p>
          <w:p w14:paraId="2314C6A3" w14:textId="77777777" w:rsidR="00310BC4" w:rsidRDefault="00310BC4" w:rsidP="00637416"/>
          <w:p w14:paraId="6F151E93" w14:textId="77777777" w:rsidR="00F00041" w:rsidRDefault="00F00041" w:rsidP="00637416">
            <w:pPr>
              <w:rPr>
                <w:b/>
              </w:rPr>
            </w:pPr>
            <w:r>
              <w:rPr>
                <w:b/>
              </w:rPr>
              <w:t>Kean University Police Department (Union NJ)</w:t>
            </w:r>
          </w:p>
          <w:p w14:paraId="1842D28F" w14:textId="45A4F3B8" w:rsidR="00F00041" w:rsidRDefault="00F00041" w:rsidP="00637416">
            <w:r w:rsidRPr="00F00041">
              <w:t>Fall 2018-</w:t>
            </w:r>
            <w:r w:rsidR="00646AD6">
              <w:t>December 2022</w:t>
            </w:r>
            <w:r w:rsidRPr="00F00041">
              <w:t xml:space="preserve"> </w:t>
            </w:r>
            <w:r>
              <w:t xml:space="preserve">(During the School Year) </w:t>
            </w:r>
          </w:p>
          <w:p w14:paraId="569473D1" w14:textId="77777777" w:rsidR="00F00041" w:rsidRDefault="00F00041" w:rsidP="00F00041">
            <w:pPr>
              <w:pStyle w:val="ListParagraph"/>
              <w:numPr>
                <w:ilvl w:val="0"/>
                <w:numId w:val="6"/>
              </w:numPr>
            </w:pPr>
            <w:r>
              <w:t>IT Support</w:t>
            </w:r>
          </w:p>
          <w:p w14:paraId="182BF7CA" w14:textId="77777777" w:rsidR="00F00041" w:rsidRDefault="00F00041" w:rsidP="00F00041">
            <w:pPr>
              <w:pStyle w:val="ListParagraph"/>
              <w:numPr>
                <w:ilvl w:val="0"/>
                <w:numId w:val="6"/>
              </w:numPr>
            </w:pPr>
            <w:r>
              <w:t>Customer Relations</w:t>
            </w:r>
          </w:p>
          <w:p w14:paraId="69CDB235" w14:textId="77777777" w:rsidR="00F00041" w:rsidRPr="00F00041" w:rsidRDefault="00F00041" w:rsidP="00F00041">
            <w:pPr>
              <w:pStyle w:val="ListParagraph"/>
            </w:pPr>
          </w:p>
          <w:p w14:paraId="133A9371" w14:textId="77777777" w:rsidR="00637416" w:rsidRPr="00637416" w:rsidRDefault="00637416" w:rsidP="00637416">
            <w:pPr>
              <w:rPr>
                <w:b/>
              </w:rPr>
            </w:pPr>
            <w:r>
              <w:rPr>
                <w:b/>
              </w:rPr>
              <w:t>Camp Creek Run ( Marlton NJ)</w:t>
            </w:r>
          </w:p>
          <w:p w14:paraId="49371703" w14:textId="77777777" w:rsidR="0045657E" w:rsidRDefault="00637416" w:rsidP="0045657E">
            <w:r>
              <w:t>Summer 2015-2016</w:t>
            </w:r>
          </w:p>
          <w:p w14:paraId="617ABA6F" w14:textId="77777777" w:rsidR="00637416" w:rsidRDefault="00637416" w:rsidP="00637416">
            <w:pPr>
              <w:pStyle w:val="ListParagraph"/>
              <w:numPr>
                <w:ilvl w:val="0"/>
                <w:numId w:val="4"/>
              </w:numPr>
            </w:pPr>
            <w:r>
              <w:t>Life Guard</w:t>
            </w:r>
          </w:p>
          <w:p w14:paraId="3C4F2731" w14:textId="77777777" w:rsidR="00637416" w:rsidRDefault="00637416" w:rsidP="00637416">
            <w:pPr>
              <w:pStyle w:val="ListParagraph"/>
              <w:numPr>
                <w:ilvl w:val="0"/>
                <w:numId w:val="4"/>
              </w:numPr>
            </w:pPr>
            <w:r>
              <w:t>Teaching campers to swim</w:t>
            </w:r>
            <w:r w:rsidR="00E75F2E">
              <w:t xml:space="preserve">/facilitated water activities with campers </w:t>
            </w:r>
          </w:p>
          <w:p w14:paraId="439F47BC" w14:textId="77777777" w:rsidR="00637416" w:rsidRDefault="00637416" w:rsidP="00637416">
            <w:pPr>
              <w:pStyle w:val="ListParagraph"/>
              <w:numPr>
                <w:ilvl w:val="0"/>
                <w:numId w:val="4"/>
              </w:numPr>
            </w:pPr>
            <w:r>
              <w:t>Maintenance of pools/cleaning/testing water</w:t>
            </w:r>
          </w:p>
          <w:p w14:paraId="508FD555" w14:textId="77777777" w:rsidR="00637416" w:rsidRDefault="00637416" w:rsidP="00637416"/>
          <w:p w14:paraId="38F7F625" w14:textId="77777777" w:rsidR="00637416" w:rsidRDefault="0073146C" w:rsidP="00637416">
            <w:pPr>
              <w:rPr>
                <w:b/>
              </w:rPr>
            </w:pPr>
            <w:r w:rsidRPr="00637416">
              <w:rPr>
                <w:b/>
              </w:rPr>
              <w:t>Chart Well</w:t>
            </w:r>
            <w:r w:rsidR="00637416" w:rsidRPr="00637416">
              <w:rPr>
                <w:b/>
              </w:rPr>
              <w:t xml:space="preserve"> Swim Club (Marlton NJ)</w:t>
            </w:r>
          </w:p>
          <w:p w14:paraId="1BAAC23C" w14:textId="77777777" w:rsidR="00637416" w:rsidRDefault="00637416" w:rsidP="00637416">
            <w:r>
              <w:t>Summer 2014</w:t>
            </w:r>
          </w:p>
          <w:p w14:paraId="00EA34A5" w14:textId="77777777" w:rsidR="00637416" w:rsidRDefault="00637416" w:rsidP="00637416">
            <w:pPr>
              <w:pStyle w:val="ListParagraph"/>
              <w:numPr>
                <w:ilvl w:val="0"/>
                <w:numId w:val="5"/>
              </w:numPr>
            </w:pPr>
            <w:r>
              <w:t>Life Guard</w:t>
            </w:r>
            <w:r w:rsidR="00F00041">
              <w:t xml:space="preserve"> for children from community summer camps</w:t>
            </w:r>
          </w:p>
          <w:p w14:paraId="33F23DF0" w14:textId="77777777" w:rsidR="00637416" w:rsidRPr="00637416" w:rsidRDefault="00637416" w:rsidP="00637416">
            <w:pPr>
              <w:pStyle w:val="ListParagraph"/>
              <w:numPr>
                <w:ilvl w:val="0"/>
                <w:numId w:val="5"/>
              </w:numPr>
            </w:pPr>
            <w:r>
              <w:t>General maintenance of the pool areas</w:t>
            </w:r>
          </w:p>
          <w:sdt>
            <w:sdtPr>
              <w:id w:val="1669594239"/>
              <w:placeholder>
                <w:docPart w:val="6219E8F7311445AC8B5256FED71AE711"/>
              </w:placeholder>
              <w:temporary/>
              <w:showingPlcHdr/>
              <w15:appearance w15:val="hidden"/>
            </w:sdtPr>
            <w:sdtContent>
              <w:p w14:paraId="6F3EE92B" w14:textId="77777777" w:rsidR="0045657E" w:rsidRDefault="0045657E" w:rsidP="0045657E">
                <w:pPr>
                  <w:pStyle w:val="Heading2"/>
                </w:pPr>
                <w:r w:rsidRPr="00036450">
                  <w:rPr>
                    <w:rStyle w:val="Heading2Char"/>
                    <w:b/>
                    <w:bCs/>
                    <w:caps/>
                  </w:rPr>
                  <w:t>SKILLS</w:t>
                </w:r>
              </w:p>
            </w:sdtContent>
          </w:sdt>
          <w:p w14:paraId="5B83F8D0" w14:textId="77777777" w:rsidR="009C263D" w:rsidRDefault="009C263D" w:rsidP="009C263D">
            <w:r>
              <w:t>Programming:</w:t>
            </w:r>
          </w:p>
          <w:p w14:paraId="70ED323B" w14:textId="77777777" w:rsidR="009C263D" w:rsidRDefault="009C263D" w:rsidP="009C263D">
            <w:pPr>
              <w:pStyle w:val="ListParagraph"/>
              <w:numPr>
                <w:ilvl w:val="0"/>
                <w:numId w:val="1"/>
              </w:numPr>
            </w:pPr>
            <w:r>
              <w:t>HTML/CSS</w:t>
            </w:r>
          </w:p>
          <w:p w14:paraId="56ACE623" w14:textId="77777777" w:rsidR="009C263D" w:rsidRDefault="009C263D" w:rsidP="009C263D">
            <w:pPr>
              <w:pStyle w:val="ListParagraph"/>
              <w:numPr>
                <w:ilvl w:val="0"/>
                <w:numId w:val="1"/>
              </w:numPr>
            </w:pPr>
            <w:r>
              <w:t>Visual Basic</w:t>
            </w:r>
          </w:p>
          <w:p w14:paraId="4205AB59" w14:textId="77777777" w:rsidR="00310BC4" w:rsidRDefault="00310BC4" w:rsidP="009C263D">
            <w:pPr>
              <w:pStyle w:val="ListParagraph"/>
              <w:numPr>
                <w:ilvl w:val="0"/>
                <w:numId w:val="1"/>
              </w:numPr>
            </w:pPr>
            <w:r>
              <w:t>QBASIC</w:t>
            </w:r>
          </w:p>
          <w:p w14:paraId="6E8B5EFA" w14:textId="77777777" w:rsidR="009C263D" w:rsidRDefault="009C263D" w:rsidP="009C263D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14:paraId="73C7A15E" w14:textId="77777777" w:rsidR="009C263D" w:rsidRDefault="009C263D" w:rsidP="009C263D">
            <w:r>
              <w:t xml:space="preserve">Able to Install operating systems </w:t>
            </w:r>
          </w:p>
          <w:p w14:paraId="5DED2230" w14:textId="77777777" w:rsidR="009C263D" w:rsidRDefault="009C263D" w:rsidP="009C263D">
            <w:r>
              <w:t>Familiar with Microsoft Office, Mac OS X, and Windows</w:t>
            </w:r>
          </w:p>
          <w:p w14:paraId="6202B5B0" w14:textId="64518962" w:rsidR="00D50CBC" w:rsidRDefault="00D50CBC" w:rsidP="009C263D">
            <w:r>
              <w:t xml:space="preserve">Operating Drones and </w:t>
            </w:r>
            <w:r w:rsidRPr="00D50CBC">
              <w:t>experience with drone maintenance or specific software for drone navigation,</w:t>
            </w:r>
          </w:p>
          <w:p w14:paraId="6D45723D" w14:textId="3BDDFEAE" w:rsidR="0045657E" w:rsidRPr="00394776" w:rsidRDefault="00D50CBC" w:rsidP="00D50CBC">
            <w:r>
              <w:t xml:space="preserve">Experience </w:t>
            </w:r>
            <w:r w:rsidRPr="00D50CBC">
              <w:t>assembl</w:t>
            </w:r>
            <w:r>
              <w:t>ing</w:t>
            </w:r>
            <w:r w:rsidRPr="00D50CBC">
              <w:t xml:space="preserve"> raw images, footage, script into a finished product, for social media market.</w:t>
            </w:r>
          </w:p>
        </w:tc>
      </w:tr>
    </w:tbl>
    <w:p w14:paraId="6208CB83" w14:textId="77777777" w:rsidR="00000000" w:rsidRDefault="009C263D" w:rsidP="003C1F56">
      <w:pPr>
        <w:tabs>
          <w:tab w:val="left" w:pos="990"/>
        </w:tabs>
        <w:jc w:val="right"/>
      </w:pPr>
      <w:r>
        <w:tab/>
      </w:r>
    </w:p>
    <w:sectPr w:rsidR="0043117B" w:rsidSect="000C45F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BD468" w14:textId="77777777" w:rsidR="00B57F4F" w:rsidRDefault="00B57F4F" w:rsidP="000C45FF">
      <w:r>
        <w:separator/>
      </w:r>
    </w:p>
  </w:endnote>
  <w:endnote w:type="continuationSeparator" w:id="0">
    <w:p w14:paraId="618E1FA5" w14:textId="77777777" w:rsidR="00B57F4F" w:rsidRDefault="00B57F4F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2FEAF" w14:textId="77777777" w:rsidR="00B57F4F" w:rsidRDefault="00B57F4F" w:rsidP="000C45FF">
      <w:r>
        <w:separator/>
      </w:r>
    </w:p>
  </w:footnote>
  <w:footnote w:type="continuationSeparator" w:id="0">
    <w:p w14:paraId="046A02FA" w14:textId="77777777" w:rsidR="00B57F4F" w:rsidRDefault="00B57F4F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398A9" w14:textId="77777777" w:rsidR="000C45FF" w:rsidRDefault="000C45FF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73CD5D5C" wp14:editId="2883835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13CCA"/>
    <w:multiLevelType w:val="hybridMultilevel"/>
    <w:tmpl w:val="7F6A7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3623A"/>
    <w:multiLevelType w:val="hybridMultilevel"/>
    <w:tmpl w:val="09905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358DA"/>
    <w:multiLevelType w:val="hybridMultilevel"/>
    <w:tmpl w:val="FBC2E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55173"/>
    <w:multiLevelType w:val="hybridMultilevel"/>
    <w:tmpl w:val="BE0A1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32534"/>
    <w:multiLevelType w:val="hybridMultilevel"/>
    <w:tmpl w:val="DE666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4E603F"/>
    <w:multiLevelType w:val="hybridMultilevel"/>
    <w:tmpl w:val="1D7EF0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589578">
    <w:abstractNumId w:val="2"/>
  </w:num>
  <w:num w:numId="2" w16cid:durableId="29498862">
    <w:abstractNumId w:val="5"/>
  </w:num>
  <w:num w:numId="3" w16cid:durableId="1612666425">
    <w:abstractNumId w:val="4"/>
  </w:num>
  <w:num w:numId="4" w16cid:durableId="364909199">
    <w:abstractNumId w:val="0"/>
  </w:num>
  <w:num w:numId="5" w16cid:durableId="338696533">
    <w:abstractNumId w:val="1"/>
  </w:num>
  <w:num w:numId="6" w16cid:durableId="872569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063"/>
    <w:rsid w:val="00036450"/>
    <w:rsid w:val="00067FF1"/>
    <w:rsid w:val="00094499"/>
    <w:rsid w:val="000C45FF"/>
    <w:rsid w:val="000E3FD1"/>
    <w:rsid w:val="00107C4F"/>
    <w:rsid w:val="00112054"/>
    <w:rsid w:val="001459E9"/>
    <w:rsid w:val="001525E1"/>
    <w:rsid w:val="00161E99"/>
    <w:rsid w:val="00180329"/>
    <w:rsid w:val="0019001F"/>
    <w:rsid w:val="001A74A5"/>
    <w:rsid w:val="001B2ABD"/>
    <w:rsid w:val="001E0391"/>
    <w:rsid w:val="001E1759"/>
    <w:rsid w:val="001F1ECC"/>
    <w:rsid w:val="0020009A"/>
    <w:rsid w:val="002023F4"/>
    <w:rsid w:val="002400EB"/>
    <w:rsid w:val="00256CF7"/>
    <w:rsid w:val="00281FD5"/>
    <w:rsid w:val="002E7085"/>
    <w:rsid w:val="0030481B"/>
    <w:rsid w:val="00310BC4"/>
    <w:rsid w:val="003156FC"/>
    <w:rsid w:val="00323775"/>
    <w:rsid w:val="003254B5"/>
    <w:rsid w:val="00344ADF"/>
    <w:rsid w:val="00364ACE"/>
    <w:rsid w:val="00367F14"/>
    <w:rsid w:val="0037121F"/>
    <w:rsid w:val="00386C39"/>
    <w:rsid w:val="00394776"/>
    <w:rsid w:val="003A6B7D"/>
    <w:rsid w:val="003B06CA"/>
    <w:rsid w:val="003C1F56"/>
    <w:rsid w:val="004071FC"/>
    <w:rsid w:val="0043268D"/>
    <w:rsid w:val="00445947"/>
    <w:rsid w:val="0045657E"/>
    <w:rsid w:val="00461864"/>
    <w:rsid w:val="004813B3"/>
    <w:rsid w:val="00496591"/>
    <w:rsid w:val="004C134C"/>
    <w:rsid w:val="004C63E4"/>
    <w:rsid w:val="004D3011"/>
    <w:rsid w:val="005262AC"/>
    <w:rsid w:val="00544E92"/>
    <w:rsid w:val="005A25C9"/>
    <w:rsid w:val="005C74F4"/>
    <w:rsid w:val="005E39D5"/>
    <w:rsid w:val="005F7AD1"/>
    <w:rsid w:val="00600670"/>
    <w:rsid w:val="0062123A"/>
    <w:rsid w:val="00637416"/>
    <w:rsid w:val="00646AD6"/>
    <w:rsid w:val="00646E75"/>
    <w:rsid w:val="006771D0"/>
    <w:rsid w:val="006E743E"/>
    <w:rsid w:val="00715FCB"/>
    <w:rsid w:val="0073146C"/>
    <w:rsid w:val="00743101"/>
    <w:rsid w:val="0077636F"/>
    <w:rsid w:val="007775E1"/>
    <w:rsid w:val="007867A0"/>
    <w:rsid w:val="007927F5"/>
    <w:rsid w:val="00802CA0"/>
    <w:rsid w:val="009108FB"/>
    <w:rsid w:val="009260CD"/>
    <w:rsid w:val="00952C25"/>
    <w:rsid w:val="009C263D"/>
    <w:rsid w:val="00A063E6"/>
    <w:rsid w:val="00A06728"/>
    <w:rsid w:val="00A1729A"/>
    <w:rsid w:val="00A2118D"/>
    <w:rsid w:val="00A63677"/>
    <w:rsid w:val="00AD4EFF"/>
    <w:rsid w:val="00AD76E2"/>
    <w:rsid w:val="00AE199F"/>
    <w:rsid w:val="00B20152"/>
    <w:rsid w:val="00B359E4"/>
    <w:rsid w:val="00B52250"/>
    <w:rsid w:val="00B57D98"/>
    <w:rsid w:val="00B57F4F"/>
    <w:rsid w:val="00B6060C"/>
    <w:rsid w:val="00B70850"/>
    <w:rsid w:val="00BA25EA"/>
    <w:rsid w:val="00C066B6"/>
    <w:rsid w:val="00C20843"/>
    <w:rsid w:val="00C37BA1"/>
    <w:rsid w:val="00C46501"/>
    <w:rsid w:val="00C4674C"/>
    <w:rsid w:val="00C506CF"/>
    <w:rsid w:val="00C55138"/>
    <w:rsid w:val="00C72BED"/>
    <w:rsid w:val="00C9578B"/>
    <w:rsid w:val="00CA7F5F"/>
    <w:rsid w:val="00CB0055"/>
    <w:rsid w:val="00CB6666"/>
    <w:rsid w:val="00CD3022"/>
    <w:rsid w:val="00D2522B"/>
    <w:rsid w:val="00D422DE"/>
    <w:rsid w:val="00D50CBC"/>
    <w:rsid w:val="00D5459D"/>
    <w:rsid w:val="00DA1F4D"/>
    <w:rsid w:val="00DD172A"/>
    <w:rsid w:val="00DD5B0E"/>
    <w:rsid w:val="00E25A26"/>
    <w:rsid w:val="00E4381A"/>
    <w:rsid w:val="00E46090"/>
    <w:rsid w:val="00E55D74"/>
    <w:rsid w:val="00E75F2E"/>
    <w:rsid w:val="00EC75F1"/>
    <w:rsid w:val="00F00041"/>
    <w:rsid w:val="00F22593"/>
    <w:rsid w:val="00F31063"/>
    <w:rsid w:val="00F60274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A94AAC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ListParagraph">
    <w:name w:val="List Paragraph"/>
    <w:basedOn w:val="Normal"/>
    <w:uiPriority w:val="34"/>
    <w:semiHidden/>
    <w:qFormat/>
    <w:rsid w:val="00367F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743E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slie\AppData\Roaming\Microsoft\Templates\Blue%20grey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554CC3FAA74F9BA63B6FAFE6E50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90593-35F9-465C-8C4B-215BBD17C2F2}"/>
      </w:docPartPr>
      <w:docPartBody>
        <w:p w:rsidR="004F6A6D" w:rsidRDefault="00E9380E" w:rsidP="00E9380E">
          <w:pPr>
            <w:pStyle w:val="C4554CC3FAA74F9BA63B6FAFE6E50056"/>
          </w:pPr>
          <w:r w:rsidRPr="00D5459D">
            <w:t>Profile</w:t>
          </w:r>
        </w:p>
      </w:docPartBody>
    </w:docPart>
    <w:docPart>
      <w:docPartPr>
        <w:name w:val="204C2D3B005442CA8B6A290C7EB93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DD390-8245-4EDD-A14D-4A03792326A4}"/>
      </w:docPartPr>
      <w:docPartBody>
        <w:p w:rsidR="004F6A6D" w:rsidRDefault="00E9380E" w:rsidP="00E9380E">
          <w:pPr>
            <w:pStyle w:val="204C2D3B005442CA8B6A290C7EB9355F"/>
          </w:pPr>
          <w:r w:rsidRPr="00CB0055">
            <w:t>Contact</w:t>
          </w:r>
        </w:p>
      </w:docPartBody>
    </w:docPart>
    <w:docPart>
      <w:docPartPr>
        <w:name w:val="8570C36012854E03A1011768ED694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53881-6F0E-480D-8CE3-B6B8BE09D80C}"/>
      </w:docPartPr>
      <w:docPartBody>
        <w:p w:rsidR="004F6A6D" w:rsidRDefault="00E9380E" w:rsidP="00E9380E">
          <w:pPr>
            <w:pStyle w:val="8570C36012854E03A1011768ED694C75"/>
          </w:pPr>
          <w:r w:rsidRPr="004D3011">
            <w:t>PHONE:</w:t>
          </w:r>
        </w:p>
      </w:docPartBody>
    </w:docPart>
    <w:docPart>
      <w:docPartPr>
        <w:name w:val="5FE9DD0AEE3E4B258F7B96189C4E5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54624-8CC7-4BAE-AAFF-9CD400C5C79F}"/>
      </w:docPartPr>
      <w:docPartBody>
        <w:p w:rsidR="004F6A6D" w:rsidRDefault="00E9380E" w:rsidP="00E9380E">
          <w:pPr>
            <w:pStyle w:val="5FE9DD0AEE3E4B258F7B96189C4E525E"/>
          </w:pPr>
          <w:r w:rsidRPr="004D3011">
            <w:t>EMAIL:</w:t>
          </w:r>
        </w:p>
      </w:docPartBody>
    </w:docPart>
    <w:docPart>
      <w:docPartPr>
        <w:name w:val="BB7C95BF7E2743DBA8C915EFB06A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B3AAB-B1D8-479A-98E3-B03322E3A326}"/>
      </w:docPartPr>
      <w:docPartBody>
        <w:p w:rsidR="004F6A6D" w:rsidRDefault="00E9380E" w:rsidP="00E9380E">
          <w:pPr>
            <w:pStyle w:val="BB7C95BF7E2743DBA8C915EFB06A6E66"/>
          </w:pPr>
          <w:r w:rsidRPr="00CB0055">
            <w:t>Hobbies</w:t>
          </w:r>
        </w:p>
      </w:docPartBody>
    </w:docPart>
    <w:docPart>
      <w:docPartPr>
        <w:name w:val="4E5CFEB5AFB6424E8A49502F58405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38085-4692-448E-9588-7F5E040DB4BB}"/>
      </w:docPartPr>
      <w:docPartBody>
        <w:p w:rsidR="004F6A6D" w:rsidRDefault="00E9380E" w:rsidP="00E9380E">
          <w:pPr>
            <w:pStyle w:val="4E5CFEB5AFB6424E8A49502F58405E9A"/>
          </w:pPr>
          <w:r w:rsidRPr="00036450">
            <w:t>EDUCATION</w:t>
          </w:r>
        </w:p>
      </w:docPartBody>
    </w:docPart>
    <w:docPart>
      <w:docPartPr>
        <w:name w:val="83121CF4B5AE4A5499C6DD80824C2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59C27-5CAB-42A5-B0E6-E6E87133A05D}"/>
      </w:docPartPr>
      <w:docPartBody>
        <w:p w:rsidR="004F6A6D" w:rsidRDefault="00E9380E" w:rsidP="00E9380E">
          <w:pPr>
            <w:pStyle w:val="83121CF4B5AE4A5499C6DD80824C25D8"/>
          </w:pPr>
          <w:r w:rsidRPr="00036450">
            <w:t>WORK EXPERIENCE</w:t>
          </w:r>
        </w:p>
      </w:docPartBody>
    </w:docPart>
    <w:docPart>
      <w:docPartPr>
        <w:name w:val="6219E8F7311445AC8B5256FED71AE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7A4B4-96FE-4941-A453-3BEFE16C0170}"/>
      </w:docPartPr>
      <w:docPartBody>
        <w:p w:rsidR="004F6A6D" w:rsidRDefault="00E9380E" w:rsidP="00E9380E">
          <w:pPr>
            <w:pStyle w:val="6219E8F7311445AC8B5256FED71AE711"/>
          </w:pPr>
          <w:r w:rsidRPr="00036450">
            <w:rPr>
              <w:rStyle w:val="Heading2Char"/>
            </w:rPr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2C2"/>
    <w:rsid w:val="000D42C2"/>
    <w:rsid w:val="002459E9"/>
    <w:rsid w:val="0028193A"/>
    <w:rsid w:val="0030201C"/>
    <w:rsid w:val="00416C59"/>
    <w:rsid w:val="004A551D"/>
    <w:rsid w:val="004F6A6D"/>
    <w:rsid w:val="005219A8"/>
    <w:rsid w:val="00615D9A"/>
    <w:rsid w:val="006B2772"/>
    <w:rsid w:val="00733268"/>
    <w:rsid w:val="00BE3E20"/>
    <w:rsid w:val="00D5459B"/>
    <w:rsid w:val="00DA1A93"/>
    <w:rsid w:val="00DF278C"/>
    <w:rsid w:val="00E80172"/>
    <w:rsid w:val="00E9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4A551D"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C45911" w:themeColor="accent2" w:themeShade="B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A551D"/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paragraph" w:customStyle="1" w:styleId="C4554CC3FAA74F9BA63B6FAFE6E50056">
    <w:name w:val="C4554CC3FAA74F9BA63B6FAFE6E50056"/>
    <w:rsid w:val="00E9380E"/>
  </w:style>
  <w:style w:type="paragraph" w:customStyle="1" w:styleId="204C2D3B005442CA8B6A290C7EB9355F">
    <w:name w:val="204C2D3B005442CA8B6A290C7EB9355F"/>
    <w:rsid w:val="00E9380E"/>
  </w:style>
  <w:style w:type="paragraph" w:customStyle="1" w:styleId="8570C36012854E03A1011768ED694C75">
    <w:name w:val="8570C36012854E03A1011768ED694C75"/>
    <w:rsid w:val="00E9380E"/>
  </w:style>
  <w:style w:type="paragraph" w:customStyle="1" w:styleId="5FE9DD0AEE3E4B258F7B96189C4E525E">
    <w:name w:val="5FE9DD0AEE3E4B258F7B96189C4E525E"/>
    <w:rsid w:val="00E9380E"/>
  </w:style>
  <w:style w:type="paragraph" w:customStyle="1" w:styleId="BB7C95BF7E2743DBA8C915EFB06A6E66">
    <w:name w:val="BB7C95BF7E2743DBA8C915EFB06A6E66"/>
    <w:rsid w:val="00E9380E"/>
  </w:style>
  <w:style w:type="paragraph" w:customStyle="1" w:styleId="4E5CFEB5AFB6424E8A49502F58405E9A">
    <w:name w:val="4E5CFEB5AFB6424E8A49502F58405E9A"/>
    <w:rsid w:val="00E9380E"/>
  </w:style>
  <w:style w:type="paragraph" w:customStyle="1" w:styleId="83121CF4B5AE4A5499C6DD80824C25D8">
    <w:name w:val="83121CF4B5AE4A5499C6DD80824C25D8"/>
    <w:rsid w:val="00E9380E"/>
  </w:style>
  <w:style w:type="paragraph" w:customStyle="1" w:styleId="6219E8F7311445AC8B5256FED71AE711">
    <w:name w:val="6219E8F7311445AC8B5256FED71AE711"/>
    <w:rsid w:val="00E938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grey resume</Template>
  <TotalTime>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2024-01-09T01:26:00Z</dcterms:created>
  <dcterms:modified xsi:type="dcterms:W3CDTF">2024-01-09T01:26:00Z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